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C0E" w:rsidRPr="00970F60" w:rsidRDefault="001D7C0E" w:rsidP="00970F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0F60">
        <w:rPr>
          <w:rFonts w:ascii="Arial" w:hAnsi="Arial" w:cs="Arial"/>
          <w:b/>
          <w:bCs/>
          <w:sz w:val="24"/>
          <w:szCs w:val="24"/>
        </w:rPr>
        <w:t>Всероссийская олимпиада школьников по географии 2015-2016 учебный год</w:t>
      </w:r>
    </w:p>
    <w:p w:rsidR="001D7C0E" w:rsidRDefault="001D7C0E" w:rsidP="00970F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0F60">
        <w:rPr>
          <w:rFonts w:ascii="Arial" w:hAnsi="Arial" w:cs="Arial"/>
          <w:b/>
          <w:bCs/>
          <w:sz w:val="24"/>
          <w:szCs w:val="24"/>
        </w:rPr>
        <w:t>Школьный этап</w:t>
      </w:r>
    </w:p>
    <w:p w:rsidR="001D7C0E" w:rsidRPr="00970F60" w:rsidRDefault="001D7C0E" w:rsidP="00970F60">
      <w:pPr>
        <w:tabs>
          <w:tab w:val="center" w:pos="4677"/>
          <w:tab w:val="left" w:pos="5610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Pr="00970F60">
        <w:rPr>
          <w:rFonts w:ascii="Arial" w:hAnsi="Arial" w:cs="Arial"/>
          <w:b/>
          <w:bCs/>
          <w:sz w:val="24"/>
          <w:szCs w:val="24"/>
        </w:rPr>
        <w:t xml:space="preserve">7 класс </w:t>
      </w:r>
      <w:r>
        <w:rPr>
          <w:rFonts w:ascii="Arial" w:hAnsi="Arial" w:cs="Arial"/>
          <w:b/>
          <w:bCs/>
          <w:sz w:val="24"/>
          <w:szCs w:val="24"/>
        </w:rPr>
        <w:tab/>
      </w:r>
    </w:p>
    <w:p w:rsidR="001D7C0E" w:rsidRPr="000C10EE" w:rsidRDefault="001D7C0E" w:rsidP="00AF717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7C0E" w:rsidRPr="000C10EE" w:rsidRDefault="001D7C0E" w:rsidP="00AF7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10EE">
        <w:rPr>
          <w:rFonts w:ascii="Arial" w:hAnsi="Arial" w:cs="Arial"/>
          <w:sz w:val="24"/>
          <w:szCs w:val="24"/>
        </w:rPr>
        <w:t>Время выполнения работы - 90 минут.</w:t>
      </w:r>
    </w:p>
    <w:p w:rsidR="001D7C0E" w:rsidRPr="000C10EE" w:rsidRDefault="001D7C0E" w:rsidP="00AF71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10EE">
        <w:rPr>
          <w:rFonts w:ascii="Arial" w:hAnsi="Arial" w:cs="Arial"/>
          <w:b/>
          <w:bCs/>
          <w:sz w:val="24"/>
          <w:szCs w:val="24"/>
        </w:rPr>
        <w:t>Не разрешается</w:t>
      </w:r>
      <w:r w:rsidRPr="000C10EE">
        <w:rPr>
          <w:rFonts w:ascii="Arial" w:hAnsi="Arial" w:cs="Arial"/>
          <w:sz w:val="24"/>
          <w:szCs w:val="24"/>
        </w:rPr>
        <w:t xml:space="preserve"> пользоваться атласами и справочными данными. Удачи!</w:t>
      </w:r>
    </w:p>
    <w:p w:rsidR="001D7C0E" w:rsidRPr="00970F60" w:rsidRDefault="001D7C0E" w:rsidP="00970F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F60">
        <w:rPr>
          <w:rFonts w:ascii="Arial" w:hAnsi="Arial" w:cs="Arial"/>
          <w:sz w:val="24"/>
          <w:szCs w:val="24"/>
        </w:rPr>
        <w:t xml:space="preserve">Максимальное количество баллов - </w:t>
      </w:r>
      <w:r>
        <w:rPr>
          <w:rFonts w:ascii="Arial" w:hAnsi="Arial" w:cs="Arial"/>
          <w:sz w:val="24"/>
          <w:szCs w:val="24"/>
        </w:rPr>
        <w:t>47</w:t>
      </w:r>
    </w:p>
    <w:p w:rsidR="001D7C0E" w:rsidRPr="00970F60" w:rsidRDefault="001D7C0E" w:rsidP="00AF71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0F60">
        <w:rPr>
          <w:rFonts w:ascii="Times New Roman" w:hAnsi="Times New Roman" w:cs="Times New Roman"/>
          <w:b/>
          <w:bCs/>
          <w:sz w:val="24"/>
          <w:szCs w:val="24"/>
          <w:u w:val="single"/>
        </w:rPr>
        <w:t>ТЕСТОВЫЙ РАУНД</w:t>
      </w:r>
    </w:p>
    <w:p w:rsidR="001D7C0E" w:rsidRPr="000C10EE" w:rsidRDefault="001D7C0E" w:rsidP="00AF717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10EE">
        <w:rPr>
          <w:rFonts w:ascii="Arial" w:hAnsi="Arial" w:cs="Arial"/>
          <w:sz w:val="24"/>
          <w:szCs w:val="24"/>
          <w:lang w:val="en-US"/>
        </w:rPr>
        <w:t>I</w:t>
      </w:r>
      <w:r w:rsidRPr="000C10EE">
        <w:rPr>
          <w:rFonts w:ascii="Arial" w:hAnsi="Arial" w:cs="Arial"/>
          <w:sz w:val="24"/>
          <w:szCs w:val="24"/>
        </w:rPr>
        <w:t>. Выберите одно верное утверждение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4"/>
          <w:szCs w:val="24"/>
        </w:rPr>
      </w:pPr>
      <w:r w:rsidRPr="000C10EE">
        <w:rPr>
          <w:sz w:val="24"/>
          <w:szCs w:val="24"/>
        </w:rPr>
        <w:t xml:space="preserve">Какой мыс является крайней западной точкой Европы? 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Баба, б) Пиай, в) Марроки, г) Рока.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4"/>
          <w:szCs w:val="24"/>
        </w:rPr>
      </w:pPr>
      <w:r w:rsidRPr="000C10EE">
        <w:rPr>
          <w:sz w:val="24"/>
          <w:szCs w:val="24"/>
        </w:rPr>
        <w:t>Какую высоту указывают по Балтийской системе высот?</w:t>
      </w:r>
      <w:bookmarkStart w:id="0" w:name="_GoBack"/>
      <w:bookmarkEnd w:id="0"/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относительную, б) абсолютную, в) всемирную.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4"/>
          <w:szCs w:val="24"/>
        </w:rPr>
      </w:pPr>
      <w:r w:rsidRPr="000C10EE">
        <w:rPr>
          <w:sz w:val="24"/>
          <w:szCs w:val="24"/>
        </w:rPr>
        <w:t xml:space="preserve">Наклон оси Земли к плоскости орбиты составляет 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66,5</w:t>
      </w:r>
      <w:r w:rsidRPr="000C10EE">
        <w:rPr>
          <w:sz w:val="24"/>
          <w:szCs w:val="24"/>
          <w:vertAlign w:val="superscript"/>
        </w:rPr>
        <w:t>0</w:t>
      </w:r>
      <w:r w:rsidRPr="000C10EE">
        <w:rPr>
          <w:sz w:val="24"/>
          <w:szCs w:val="24"/>
        </w:rPr>
        <w:t>, б) 23,5</w:t>
      </w:r>
      <w:r w:rsidRPr="000C10EE">
        <w:rPr>
          <w:sz w:val="24"/>
          <w:szCs w:val="24"/>
          <w:vertAlign w:val="superscript"/>
        </w:rPr>
        <w:t>0</w:t>
      </w:r>
      <w:r w:rsidRPr="000C10EE">
        <w:rPr>
          <w:sz w:val="24"/>
          <w:szCs w:val="24"/>
        </w:rPr>
        <w:t>, в) 25</w:t>
      </w:r>
      <w:r w:rsidRPr="000C10EE">
        <w:rPr>
          <w:sz w:val="24"/>
          <w:szCs w:val="24"/>
          <w:vertAlign w:val="superscript"/>
        </w:rPr>
        <w:t>0</w:t>
      </w:r>
      <w:r w:rsidRPr="000C10EE">
        <w:rPr>
          <w:sz w:val="24"/>
          <w:szCs w:val="24"/>
        </w:rPr>
        <w:t>, г) 90</w:t>
      </w:r>
      <w:r w:rsidRPr="000C10EE">
        <w:rPr>
          <w:sz w:val="24"/>
          <w:szCs w:val="24"/>
          <w:vertAlign w:val="superscript"/>
        </w:rPr>
        <w:t>0</w:t>
      </w:r>
      <w:r w:rsidRPr="000C10EE">
        <w:rPr>
          <w:sz w:val="24"/>
          <w:szCs w:val="24"/>
        </w:rPr>
        <w:t>.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4"/>
          <w:szCs w:val="24"/>
        </w:rPr>
      </w:pPr>
      <w:r w:rsidRPr="000C10EE">
        <w:rPr>
          <w:sz w:val="24"/>
          <w:szCs w:val="24"/>
        </w:rPr>
        <w:t>Когда полуденное Солнце бывает в зените на территории России?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в день летнего солнцестояния, б) в день весеннего равноденствия, в) никогда.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4"/>
          <w:szCs w:val="24"/>
        </w:rPr>
      </w:pPr>
      <w:r w:rsidRPr="000C10EE">
        <w:rPr>
          <w:sz w:val="24"/>
          <w:szCs w:val="24"/>
        </w:rPr>
        <w:t>Какое время года в Антарктиде, если земная ось обращена к Солнцу северным концом?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весна, б) зима, в) осень, г) лето.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4"/>
          <w:szCs w:val="24"/>
        </w:rPr>
      </w:pPr>
      <w:r w:rsidRPr="000C10EE">
        <w:rPr>
          <w:sz w:val="24"/>
          <w:szCs w:val="24"/>
        </w:rPr>
        <w:t>Какой слой земной коры характеризуется большой плотностью и большой скоростью прохождения сейсмических волн?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гранитный, б) базальтовый, в) осадочный.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4"/>
          <w:szCs w:val="24"/>
        </w:rPr>
      </w:pPr>
      <w:r w:rsidRPr="000C10EE">
        <w:rPr>
          <w:sz w:val="24"/>
          <w:szCs w:val="24"/>
        </w:rPr>
        <w:t xml:space="preserve"> Какие из перечисленных гор являются самыми молодыми?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Уральские, б) Кавказские, в) Кордильеры, г) Алтай.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4"/>
          <w:szCs w:val="24"/>
        </w:rPr>
      </w:pPr>
      <w:r w:rsidRPr="000C10EE">
        <w:rPr>
          <w:sz w:val="24"/>
          <w:szCs w:val="24"/>
        </w:rPr>
        <w:t xml:space="preserve"> Какой фактор оказывает наибольшее влияние на изменение температуры на Земле?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погода, б) долгота, в) широта, г) расстояние до Солнца.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4"/>
          <w:szCs w:val="24"/>
        </w:rPr>
      </w:pPr>
      <w:r w:rsidRPr="000C10EE">
        <w:rPr>
          <w:sz w:val="24"/>
          <w:szCs w:val="24"/>
        </w:rPr>
        <w:t>Как называются изолинии, с помощью которых на топографической карте показывается абсолютная высота местности?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изобаты, б) изотермы,  в) горизонтали, г) изотопы.</w:t>
      </w:r>
    </w:p>
    <w:p w:rsidR="001D7C0E" w:rsidRPr="000C10EE" w:rsidRDefault="001D7C0E" w:rsidP="00607DD2">
      <w:pPr>
        <w:pStyle w:val="ListParagraph"/>
        <w:numPr>
          <w:ilvl w:val="0"/>
          <w:numId w:val="1"/>
        </w:numPr>
        <w:spacing w:after="0" w:line="240" w:lineRule="auto"/>
        <w:ind w:left="284" w:hanging="426"/>
        <w:rPr>
          <w:sz w:val="24"/>
          <w:szCs w:val="24"/>
        </w:rPr>
      </w:pPr>
      <w:r w:rsidRPr="000C10EE">
        <w:rPr>
          <w:sz w:val="24"/>
          <w:szCs w:val="24"/>
        </w:rPr>
        <w:t xml:space="preserve"> Как называется территория суши находящаяся на высоте от 200 до 500 м над уровнем моря?  а) низменность, б) возвышенность, в) плато, г) плоскогорье.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426"/>
        <w:rPr>
          <w:sz w:val="24"/>
          <w:szCs w:val="24"/>
        </w:rPr>
      </w:pPr>
      <w:r w:rsidRPr="000C10EE">
        <w:rPr>
          <w:sz w:val="24"/>
          <w:szCs w:val="24"/>
        </w:rPr>
        <w:t>Что означает в переводе «полуденная линия»?</w:t>
      </w:r>
    </w:p>
    <w:p w:rsidR="001D7C0E" w:rsidRPr="000C10EE" w:rsidRDefault="001D7C0E" w:rsidP="00607DD2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меридиан, б) параллель, в) экватор, г) тропик.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426"/>
        <w:rPr>
          <w:sz w:val="24"/>
          <w:szCs w:val="24"/>
        </w:rPr>
      </w:pPr>
      <w:r w:rsidRPr="000C10EE">
        <w:rPr>
          <w:sz w:val="24"/>
          <w:szCs w:val="24"/>
        </w:rPr>
        <w:t>Как называется ветер, дующий из тропических широт в экваториальные и имеющий юго-восточное или северо-восточное направление?</w:t>
      </w:r>
    </w:p>
    <w:p w:rsidR="001D7C0E" w:rsidRPr="000C10EE" w:rsidRDefault="001D7C0E" w:rsidP="00607DD2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пассат, б) муссон, в) бриз, г) бора.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426"/>
        <w:rPr>
          <w:sz w:val="24"/>
          <w:szCs w:val="24"/>
        </w:rPr>
      </w:pPr>
      <w:r w:rsidRPr="000C10EE">
        <w:rPr>
          <w:sz w:val="24"/>
          <w:szCs w:val="24"/>
        </w:rPr>
        <w:t>Какая из горных пород по происхождению  относится к магматическим?</w:t>
      </w:r>
    </w:p>
    <w:p w:rsidR="001D7C0E" w:rsidRPr="000C10EE" w:rsidRDefault="001D7C0E" w:rsidP="00607DD2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пемза, б) кварцит, в) нефть, г) мрамор.</w:t>
      </w:r>
    </w:p>
    <w:p w:rsidR="001D7C0E" w:rsidRPr="000C10EE" w:rsidRDefault="001D7C0E" w:rsidP="00607DD2">
      <w:pPr>
        <w:pStyle w:val="ListParagraph"/>
        <w:numPr>
          <w:ilvl w:val="0"/>
          <w:numId w:val="1"/>
        </w:numPr>
        <w:spacing w:after="0" w:line="240" w:lineRule="auto"/>
        <w:ind w:left="284" w:hanging="426"/>
        <w:rPr>
          <w:sz w:val="24"/>
          <w:szCs w:val="24"/>
        </w:rPr>
      </w:pPr>
      <w:r w:rsidRPr="000C10EE">
        <w:rPr>
          <w:sz w:val="24"/>
          <w:szCs w:val="24"/>
        </w:rPr>
        <w:t>Какую длину должен иметь мост через речку на карте масштаба 1:25000, если на местности его длина равна 500 м?</w:t>
      </w:r>
    </w:p>
    <w:p w:rsidR="001D7C0E" w:rsidRPr="000C10EE" w:rsidRDefault="001D7C0E" w:rsidP="0014471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20 см, б) 2 см, в) 50 см, г) 5 см.</w:t>
      </w:r>
    </w:p>
    <w:p w:rsidR="001D7C0E" w:rsidRPr="000C10EE" w:rsidRDefault="001D7C0E" w:rsidP="00144713">
      <w:pPr>
        <w:pStyle w:val="ListParagraph"/>
        <w:numPr>
          <w:ilvl w:val="0"/>
          <w:numId w:val="1"/>
        </w:numPr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Какое море, как часть океана, считается самым соленым?</w:t>
      </w:r>
    </w:p>
    <w:p w:rsidR="001D7C0E" w:rsidRPr="000C10EE" w:rsidRDefault="001D7C0E" w:rsidP="000C10EE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Красное, б) Белое, в) Мертвое, г) Каспийское.</w:t>
      </w:r>
    </w:p>
    <w:p w:rsidR="001D7C0E" w:rsidRPr="000C10EE" w:rsidRDefault="001D7C0E" w:rsidP="000C10EE">
      <w:pPr>
        <w:pStyle w:val="ListParagraph"/>
        <w:spacing w:after="0" w:line="240" w:lineRule="auto"/>
        <w:ind w:left="284"/>
        <w:rPr>
          <w:sz w:val="24"/>
          <w:szCs w:val="24"/>
        </w:rPr>
      </w:pPr>
    </w:p>
    <w:p w:rsidR="001D7C0E" w:rsidRPr="000C10EE" w:rsidRDefault="001D7C0E" w:rsidP="00F75A63">
      <w:pPr>
        <w:pStyle w:val="ListParagraph"/>
        <w:spacing w:after="0" w:line="240" w:lineRule="auto"/>
        <w:ind w:left="284" w:hanging="426"/>
        <w:jc w:val="center"/>
        <w:rPr>
          <w:rFonts w:ascii="Arial" w:hAnsi="Arial" w:cs="Arial"/>
          <w:sz w:val="24"/>
          <w:szCs w:val="24"/>
        </w:rPr>
      </w:pPr>
      <w:r w:rsidRPr="000C10EE">
        <w:rPr>
          <w:rFonts w:ascii="Arial" w:hAnsi="Arial" w:cs="Arial"/>
          <w:sz w:val="24"/>
          <w:szCs w:val="24"/>
          <w:lang w:val="en-US"/>
        </w:rPr>
        <w:t>II</w:t>
      </w:r>
      <w:r w:rsidRPr="000C10EE">
        <w:rPr>
          <w:rFonts w:ascii="Arial" w:hAnsi="Arial" w:cs="Arial"/>
          <w:sz w:val="24"/>
          <w:szCs w:val="24"/>
        </w:rPr>
        <w:t>. Установите соответствие</w:t>
      </w: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426"/>
        <w:rPr>
          <w:sz w:val="24"/>
          <w:szCs w:val="24"/>
        </w:rPr>
      </w:pPr>
      <w:r w:rsidRPr="000C10EE">
        <w:rPr>
          <w:sz w:val="24"/>
          <w:szCs w:val="24"/>
        </w:rPr>
        <w:t>Местоположение Солнца в зените – дата:</w:t>
      </w:r>
    </w:p>
    <w:tbl>
      <w:tblPr>
        <w:tblpPr w:leftFromText="180" w:rightFromText="180" w:vertAnchor="text" w:horzAnchor="margin" w:tblpX="392" w:tblpY="8"/>
        <w:tblW w:w="9571" w:type="dxa"/>
        <w:tblLook w:val="00A0"/>
      </w:tblPr>
      <w:tblGrid>
        <w:gridCol w:w="4786"/>
        <w:gridCol w:w="4785"/>
      </w:tblGrid>
      <w:tr w:rsidR="001D7C0E" w:rsidRPr="000F558A">
        <w:tc>
          <w:tcPr>
            <w:tcW w:w="4786" w:type="dxa"/>
          </w:tcPr>
          <w:p w:rsidR="001D7C0E" w:rsidRPr="000F558A" w:rsidRDefault="001D7C0E" w:rsidP="000F558A">
            <w:pPr>
              <w:spacing w:after="0" w:line="240" w:lineRule="auto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Местоположение Солнца в зените</w:t>
            </w:r>
          </w:p>
        </w:tc>
        <w:tc>
          <w:tcPr>
            <w:tcW w:w="4785" w:type="dxa"/>
          </w:tcPr>
          <w:p w:rsidR="001D7C0E" w:rsidRPr="000F558A" w:rsidRDefault="001D7C0E" w:rsidP="000F558A">
            <w:pPr>
              <w:spacing w:after="0" w:line="240" w:lineRule="auto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Дата</w:t>
            </w:r>
          </w:p>
        </w:tc>
      </w:tr>
      <w:tr w:rsidR="001D7C0E" w:rsidRPr="000F558A">
        <w:tc>
          <w:tcPr>
            <w:tcW w:w="4786" w:type="dxa"/>
          </w:tcPr>
          <w:p w:rsidR="001D7C0E" w:rsidRPr="000F558A" w:rsidRDefault="001D7C0E" w:rsidP="000F558A">
            <w:pPr>
              <w:spacing w:after="0" w:line="240" w:lineRule="auto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1) Северный тропик</w:t>
            </w:r>
          </w:p>
        </w:tc>
        <w:tc>
          <w:tcPr>
            <w:tcW w:w="4785" w:type="dxa"/>
          </w:tcPr>
          <w:p w:rsidR="001D7C0E" w:rsidRPr="000F558A" w:rsidRDefault="001D7C0E" w:rsidP="000F558A">
            <w:pPr>
              <w:spacing w:after="0" w:line="240" w:lineRule="auto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а) 22 декабря</w:t>
            </w:r>
          </w:p>
        </w:tc>
      </w:tr>
      <w:tr w:rsidR="001D7C0E" w:rsidRPr="000F558A">
        <w:tc>
          <w:tcPr>
            <w:tcW w:w="4786" w:type="dxa"/>
          </w:tcPr>
          <w:p w:rsidR="001D7C0E" w:rsidRPr="000F558A" w:rsidRDefault="001D7C0E" w:rsidP="000F558A">
            <w:pPr>
              <w:spacing w:after="0" w:line="240" w:lineRule="auto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2) Южный тропик</w:t>
            </w:r>
          </w:p>
        </w:tc>
        <w:tc>
          <w:tcPr>
            <w:tcW w:w="4785" w:type="dxa"/>
          </w:tcPr>
          <w:p w:rsidR="001D7C0E" w:rsidRPr="000F558A" w:rsidRDefault="001D7C0E" w:rsidP="000F558A">
            <w:pPr>
              <w:spacing w:after="0" w:line="240" w:lineRule="auto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б) 22 июня</w:t>
            </w:r>
          </w:p>
        </w:tc>
      </w:tr>
      <w:tr w:rsidR="001D7C0E" w:rsidRPr="000F558A">
        <w:tc>
          <w:tcPr>
            <w:tcW w:w="4786" w:type="dxa"/>
          </w:tcPr>
          <w:p w:rsidR="001D7C0E" w:rsidRPr="000F558A" w:rsidRDefault="001D7C0E" w:rsidP="000F558A">
            <w:pPr>
              <w:spacing w:after="0" w:line="240" w:lineRule="auto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3) Экватор</w:t>
            </w:r>
          </w:p>
        </w:tc>
        <w:tc>
          <w:tcPr>
            <w:tcW w:w="4785" w:type="dxa"/>
          </w:tcPr>
          <w:p w:rsidR="001D7C0E" w:rsidRPr="000F558A" w:rsidRDefault="001D7C0E" w:rsidP="000F558A">
            <w:pPr>
              <w:spacing w:after="0" w:line="240" w:lineRule="auto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в) 23 сентября и 21 марта</w:t>
            </w:r>
          </w:p>
        </w:tc>
      </w:tr>
    </w:tbl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sz w:val="24"/>
          <w:szCs w:val="24"/>
        </w:rPr>
      </w:pPr>
      <w:r w:rsidRPr="000C10EE">
        <w:rPr>
          <w:sz w:val="24"/>
          <w:szCs w:val="24"/>
        </w:rPr>
        <w:t>Событие – ученые, исследователи</w:t>
      </w: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1D7C0E" w:rsidRPr="000F558A">
        <w:tc>
          <w:tcPr>
            <w:tcW w:w="4785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Событие</w:t>
            </w:r>
          </w:p>
        </w:tc>
        <w:tc>
          <w:tcPr>
            <w:tcW w:w="4786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Ученые, исследователи</w:t>
            </w:r>
          </w:p>
        </w:tc>
      </w:tr>
      <w:tr w:rsidR="001D7C0E" w:rsidRPr="000F558A">
        <w:tc>
          <w:tcPr>
            <w:tcW w:w="4785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1)  Открытие материка Антарктида</w:t>
            </w:r>
          </w:p>
        </w:tc>
        <w:tc>
          <w:tcPr>
            <w:tcW w:w="4786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а) Эратосфен Киренский</w:t>
            </w:r>
          </w:p>
        </w:tc>
      </w:tr>
      <w:tr w:rsidR="001D7C0E" w:rsidRPr="000F558A">
        <w:tc>
          <w:tcPr>
            <w:tcW w:w="4785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2) Введение в науку термина «география»</w:t>
            </w:r>
          </w:p>
        </w:tc>
        <w:tc>
          <w:tcPr>
            <w:tcW w:w="4786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б) Ф. Магеллан</w:t>
            </w:r>
          </w:p>
        </w:tc>
      </w:tr>
      <w:tr w:rsidR="001D7C0E" w:rsidRPr="000F558A">
        <w:tc>
          <w:tcPr>
            <w:tcW w:w="4785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3) Кругосветное путешествие</w:t>
            </w:r>
          </w:p>
        </w:tc>
        <w:tc>
          <w:tcPr>
            <w:tcW w:w="4786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в) Ф. Беллинсгаузен и М. Лазарев</w:t>
            </w:r>
          </w:p>
        </w:tc>
      </w:tr>
      <w:tr w:rsidR="001D7C0E" w:rsidRPr="000F558A">
        <w:tc>
          <w:tcPr>
            <w:tcW w:w="4785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4) Открытие Северного полюса</w:t>
            </w:r>
          </w:p>
        </w:tc>
        <w:tc>
          <w:tcPr>
            <w:tcW w:w="4786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г) И.Папанин</w:t>
            </w:r>
          </w:p>
        </w:tc>
      </w:tr>
    </w:tbl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</w:p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Горы – вершина:</w:t>
      </w: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1D7C0E" w:rsidRPr="000F558A">
        <w:tc>
          <w:tcPr>
            <w:tcW w:w="4785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Горы</w:t>
            </w:r>
          </w:p>
        </w:tc>
        <w:tc>
          <w:tcPr>
            <w:tcW w:w="4786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Вершина</w:t>
            </w:r>
          </w:p>
        </w:tc>
      </w:tr>
      <w:tr w:rsidR="001D7C0E" w:rsidRPr="000F558A">
        <w:tc>
          <w:tcPr>
            <w:tcW w:w="4785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1) Анды</w:t>
            </w:r>
          </w:p>
        </w:tc>
        <w:tc>
          <w:tcPr>
            <w:tcW w:w="4786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а) Эверест</w:t>
            </w:r>
          </w:p>
        </w:tc>
      </w:tr>
      <w:tr w:rsidR="001D7C0E" w:rsidRPr="000F558A">
        <w:tc>
          <w:tcPr>
            <w:tcW w:w="4785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2) Гималаи</w:t>
            </w:r>
          </w:p>
        </w:tc>
        <w:tc>
          <w:tcPr>
            <w:tcW w:w="4786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б) Аконкагуа</w:t>
            </w:r>
          </w:p>
        </w:tc>
      </w:tr>
      <w:tr w:rsidR="001D7C0E" w:rsidRPr="000F558A">
        <w:tc>
          <w:tcPr>
            <w:tcW w:w="4785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3) Кавказские</w:t>
            </w:r>
          </w:p>
        </w:tc>
        <w:tc>
          <w:tcPr>
            <w:tcW w:w="4786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в) Эльбрус</w:t>
            </w:r>
          </w:p>
        </w:tc>
      </w:tr>
      <w:tr w:rsidR="001D7C0E" w:rsidRPr="000F558A">
        <w:tc>
          <w:tcPr>
            <w:tcW w:w="4785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1D7C0E" w:rsidRPr="000F558A" w:rsidRDefault="001D7C0E" w:rsidP="000F558A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F558A">
              <w:rPr>
                <w:sz w:val="24"/>
                <w:szCs w:val="24"/>
              </w:rPr>
              <w:t>г) Мак-Кинли</w:t>
            </w:r>
          </w:p>
        </w:tc>
      </w:tr>
    </w:tbl>
    <w:p w:rsidR="001D7C0E" w:rsidRPr="000C10EE" w:rsidRDefault="001D7C0E" w:rsidP="00F75A63">
      <w:pPr>
        <w:pStyle w:val="ListParagraph"/>
        <w:numPr>
          <w:ilvl w:val="0"/>
          <w:numId w:val="1"/>
        </w:numPr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Уберите лишнее слово из каждой строки: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а) устье, исток, котловина, бассейн;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б) атолл, риф, желоб, кротовина;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в) осьминог, краб, рак, тунец;</w:t>
      </w:r>
    </w:p>
    <w:p w:rsidR="001D7C0E" w:rsidRPr="000C10EE" w:rsidRDefault="001D7C0E" w:rsidP="00F75A63">
      <w:pPr>
        <w:pStyle w:val="ListParagraph"/>
        <w:spacing w:after="0" w:line="240" w:lineRule="auto"/>
        <w:ind w:left="284"/>
        <w:rPr>
          <w:sz w:val="24"/>
          <w:szCs w:val="24"/>
        </w:rPr>
      </w:pPr>
      <w:r w:rsidRPr="000C10EE">
        <w:rPr>
          <w:sz w:val="24"/>
          <w:szCs w:val="24"/>
        </w:rPr>
        <w:t>г) болото, река, озеро, залив.</w:t>
      </w:r>
    </w:p>
    <w:p w:rsidR="001D7C0E" w:rsidRPr="000C10EE" w:rsidRDefault="001D7C0E" w:rsidP="00F75A63">
      <w:pPr>
        <w:pStyle w:val="ListParagraph"/>
        <w:spacing w:after="0" w:line="240" w:lineRule="auto"/>
        <w:ind w:left="0"/>
        <w:rPr>
          <w:sz w:val="24"/>
          <w:szCs w:val="24"/>
        </w:rPr>
      </w:pPr>
    </w:p>
    <w:p w:rsidR="001D7C0E" w:rsidRPr="000C10EE" w:rsidRDefault="001D7C0E" w:rsidP="00F75A63">
      <w:pPr>
        <w:spacing w:after="0" w:line="240" w:lineRule="auto"/>
        <w:rPr>
          <w:sz w:val="24"/>
          <w:szCs w:val="24"/>
        </w:rPr>
      </w:pPr>
      <w:r w:rsidRPr="000C10EE">
        <w:rPr>
          <w:sz w:val="24"/>
          <w:szCs w:val="24"/>
        </w:rPr>
        <w:t>20. Найдите неверное высказывание:</w:t>
      </w:r>
    </w:p>
    <w:p w:rsidR="001D7C0E" w:rsidRPr="000C10EE" w:rsidRDefault="001D7C0E" w:rsidP="00F75A63">
      <w:pPr>
        <w:spacing w:after="0" w:line="240" w:lineRule="auto"/>
        <w:rPr>
          <w:sz w:val="24"/>
          <w:szCs w:val="24"/>
        </w:rPr>
      </w:pPr>
      <w:r w:rsidRPr="000C10EE">
        <w:rPr>
          <w:sz w:val="24"/>
          <w:szCs w:val="24"/>
        </w:rPr>
        <w:t>а) Северное полушарие теплее Южного;</w:t>
      </w:r>
    </w:p>
    <w:p w:rsidR="001D7C0E" w:rsidRPr="000C10EE" w:rsidRDefault="001D7C0E" w:rsidP="00F75A63">
      <w:pPr>
        <w:spacing w:after="0" w:line="240" w:lineRule="auto"/>
        <w:rPr>
          <w:sz w:val="24"/>
          <w:szCs w:val="24"/>
        </w:rPr>
      </w:pPr>
      <w:r w:rsidRPr="000C10EE">
        <w:rPr>
          <w:sz w:val="24"/>
          <w:szCs w:val="24"/>
        </w:rPr>
        <w:t>б) изотермы близки к параллелям только там, где пересекают океаны и сильно изгибаются над материками;</w:t>
      </w:r>
    </w:p>
    <w:p w:rsidR="001D7C0E" w:rsidRPr="000C10EE" w:rsidRDefault="001D7C0E" w:rsidP="00F75A63">
      <w:pPr>
        <w:spacing w:after="0" w:line="240" w:lineRule="auto"/>
        <w:rPr>
          <w:sz w:val="24"/>
          <w:szCs w:val="24"/>
        </w:rPr>
      </w:pPr>
      <w:r w:rsidRPr="000C10EE">
        <w:rPr>
          <w:sz w:val="24"/>
          <w:szCs w:val="24"/>
        </w:rPr>
        <w:t>в) температура воздуха в тропосфере с высотой понижается;</w:t>
      </w:r>
    </w:p>
    <w:p w:rsidR="001D7C0E" w:rsidRPr="000C10EE" w:rsidRDefault="001D7C0E" w:rsidP="00F75A63">
      <w:pPr>
        <w:spacing w:after="0" w:line="240" w:lineRule="auto"/>
        <w:rPr>
          <w:sz w:val="24"/>
          <w:szCs w:val="24"/>
        </w:rPr>
      </w:pPr>
      <w:r w:rsidRPr="000C10EE">
        <w:rPr>
          <w:sz w:val="24"/>
          <w:szCs w:val="24"/>
        </w:rPr>
        <w:t>г) роса выпадает из облаков нижнего яруса.</w:t>
      </w:r>
    </w:p>
    <w:p w:rsidR="001D7C0E" w:rsidRPr="000C10EE" w:rsidRDefault="001D7C0E" w:rsidP="00F75A63">
      <w:pPr>
        <w:spacing w:after="0" w:line="240" w:lineRule="auto"/>
        <w:rPr>
          <w:sz w:val="24"/>
          <w:szCs w:val="24"/>
        </w:rPr>
      </w:pPr>
    </w:p>
    <w:p w:rsidR="001D7C0E" w:rsidRPr="00970F60" w:rsidRDefault="001D7C0E" w:rsidP="001863A5">
      <w:pPr>
        <w:jc w:val="center"/>
        <w:rPr>
          <w:b/>
          <w:bCs/>
        </w:rPr>
      </w:pPr>
      <w:r w:rsidRPr="00970F60">
        <w:rPr>
          <w:b/>
          <w:bCs/>
        </w:rPr>
        <w:t>АНАЛИТИЧЕСКИЙ РАУНД</w:t>
      </w:r>
    </w:p>
    <w:p w:rsidR="001D7C0E" w:rsidRPr="000C10EE" w:rsidRDefault="001D7C0E" w:rsidP="00AF717F">
      <w:r w:rsidRPr="000C10EE">
        <w:t>1.  Гранит является твердой горной породой, но находясь на поверхности земли длительное время он может разрушиться. Назовите факторы, под воздействием которых происходит разрушение породы.</w:t>
      </w:r>
    </w:p>
    <w:p w:rsidR="001D7C0E" w:rsidRPr="000C10EE" w:rsidRDefault="001D7C0E" w:rsidP="00AF717F">
      <w:r w:rsidRPr="000C10EE">
        <w:t>2. 16 августа российская научная экспедиция «Северный полюс-2015», которая почти 5 месяцев провела на дрейфующей льдине на широтах 90</w:t>
      </w:r>
      <w:r w:rsidRPr="000C10EE">
        <w:rPr>
          <w:vertAlign w:val="superscript"/>
        </w:rPr>
        <w:t>0</w:t>
      </w:r>
      <w:r w:rsidRPr="000C10EE">
        <w:t xml:space="preserve"> – 86</w:t>
      </w:r>
      <w:r w:rsidRPr="000C10EE">
        <w:rPr>
          <w:vertAlign w:val="superscript"/>
        </w:rPr>
        <w:t>0</w:t>
      </w:r>
      <w:r w:rsidRPr="000C10EE">
        <w:t xml:space="preserve"> с.ш.,  вернулась из Арктики. Встретивший ее министр природных ресурсов и экологии РФ  отметил, что она внесла большой вклад в получение современных сведений о состоянии природы и высказал мнение о том,  что может быть в следующем году экспедиции удастся пробыть там  целый день. Какой именно день имел в виду министр?</w:t>
      </w:r>
    </w:p>
    <w:p w:rsidR="001D7C0E" w:rsidRPr="000C10EE" w:rsidRDefault="001D7C0E" w:rsidP="00AF717F">
      <w:r w:rsidRPr="000C10EE">
        <w:t xml:space="preserve">3.  Решите задачу.  Помогите альпинистам рассчитать, чему  будет равно  атмосферное давление на высоте 2205 м, если в начале подъема оно соответствовало нормальному? </w:t>
      </w:r>
    </w:p>
    <w:p w:rsidR="001D7C0E" w:rsidRPr="000C10EE" w:rsidRDefault="001D7C0E" w:rsidP="00F75A63">
      <w:pPr>
        <w:spacing w:after="0"/>
      </w:pPr>
      <w:r w:rsidRPr="000C10EE">
        <w:t xml:space="preserve">4. Представьте, что читая книгу,  Вы прочли следующее: «Солнце здесь всегда вставало на стороне востока, а садилось на западе. Продолжительность дня всегда была равна продолжительности ночи, а предметы в полдень не отбрасывали тени два раза в год – в дни равноденствий». </w:t>
      </w:r>
    </w:p>
    <w:p w:rsidR="001D7C0E" w:rsidRPr="000C10EE" w:rsidRDefault="001D7C0E" w:rsidP="00F75A63">
      <w:pPr>
        <w:spacing w:after="0"/>
        <w:ind w:firstLine="426"/>
      </w:pPr>
      <w:r w:rsidRPr="000C10EE">
        <w:t xml:space="preserve">О какой широте идет речь в данном отрывке книги? </w:t>
      </w:r>
    </w:p>
    <w:p w:rsidR="001D7C0E" w:rsidRPr="000C10EE" w:rsidRDefault="001D7C0E" w:rsidP="00F75A63">
      <w:pPr>
        <w:spacing w:after="0"/>
        <w:ind w:firstLine="426"/>
      </w:pPr>
      <w:r w:rsidRPr="000C10EE">
        <w:t xml:space="preserve">Какая растительность характерна для данной широты:  джунгли, ледяные пустыни, песчаные пустыни, хвойные леса, лиственные леса, тундра? </w:t>
      </w:r>
    </w:p>
    <w:p w:rsidR="001D7C0E" w:rsidRPr="000C10EE" w:rsidRDefault="001D7C0E" w:rsidP="00F75A63">
      <w:pPr>
        <w:spacing w:after="0"/>
        <w:ind w:firstLine="426"/>
      </w:pPr>
      <w:r w:rsidRPr="000C10EE">
        <w:t>Назовите даты дней солнцестояний.</w:t>
      </w:r>
    </w:p>
    <w:p w:rsidR="001D7C0E" w:rsidRPr="000C10EE" w:rsidRDefault="001D7C0E" w:rsidP="00F75A63">
      <w:pPr>
        <w:spacing w:after="0"/>
        <w:ind w:firstLine="426"/>
      </w:pPr>
    </w:p>
    <w:sectPr w:rsidR="001D7C0E" w:rsidRPr="000C10EE" w:rsidSect="00607D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80D"/>
    <w:multiLevelType w:val="hybridMultilevel"/>
    <w:tmpl w:val="DBBEA8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17F"/>
    <w:rsid w:val="0009686E"/>
    <w:rsid w:val="000C10EE"/>
    <w:rsid w:val="000D4264"/>
    <w:rsid w:val="000F558A"/>
    <w:rsid w:val="00142552"/>
    <w:rsid w:val="00144713"/>
    <w:rsid w:val="001863A5"/>
    <w:rsid w:val="001A3C11"/>
    <w:rsid w:val="001D7C0E"/>
    <w:rsid w:val="001F211F"/>
    <w:rsid w:val="001F4AF6"/>
    <w:rsid w:val="00275C51"/>
    <w:rsid w:val="002D56F4"/>
    <w:rsid w:val="002E1C19"/>
    <w:rsid w:val="003A76E6"/>
    <w:rsid w:val="003B4C91"/>
    <w:rsid w:val="004633F2"/>
    <w:rsid w:val="004D74D1"/>
    <w:rsid w:val="00522C91"/>
    <w:rsid w:val="00557557"/>
    <w:rsid w:val="0059160B"/>
    <w:rsid w:val="005F1EAB"/>
    <w:rsid w:val="00607DD2"/>
    <w:rsid w:val="00625EFE"/>
    <w:rsid w:val="00647620"/>
    <w:rsid w:val="006B63F4"/>
    <w:rsid w:val="006B6D67"/>
    <w:rsid w:val="006E4CC0"/>
    <w:rsid w:val="006F0190"/>
    <w:rsid w:val="00707838"/>
    <w:rsid w:val="00783D36"/>
    <w:rsid w:val="007E43E6"/>
    <w:rsid w:val="007F3747"/>
    <w:rsid w:val="00813C0F"/>
    <w:rsid w:val="00826A9F"/>
    <w:rsid w:val="00863710"/>
    <w:rsid w:val="008B6107"/>
    <w:rsid w:val="008D1CDB"/>
    <w:rsid w:val="008D6D25"/>
    <w:rsid w:val="00970F60"/>
    <w:rsid w:val="00971912"/>
    <w:rsid w:val="0099785F"/>
    <w:rsid w:val="009C2BFD"/>
    <w:rsid w:val="00A84EAD"/>
    <w:rsid w:val="00AF717F"/>
    <w:rsid w:val="00B323EB"/>
    <w:rsid w:val="00C24F07"/>
    <w:rsid w:val="00C350EC"/>
    <w:rsid w:val="00C549A9"/>
    <w:rsid w:val="00CA2D81"/>
    <w:rsid w:val="00CE1575"/>
    <w:rsid w:val="00D04AAA"/>
    <w:rsid w:val="00D13224"/>
    <w:rsid w:val="00DF7A38"/>
    <w:rsid w:val="00E424A4"/>
    <w:rsid w:val="00E8290C"/>
    <w:rsid w:val="00ED54BF"/>
    <w:rsid w:val="00F0344C"/>
    <w:rsid w:val="00F37CB4"/>
    <w:rsid w:val="00F461FD"/>
    <w:rsid w:val="00F75A63"/>
    <w:rsid w:val="00F806A1"/>
    <w:rsid w:val="00FC3718"/>
    <w:rsid w:val="00FE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4B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7557"/>
    <w:pPr>
      <w:ind w:left="720"/>
    </w:pPr>
  </w:style>
  <w:style w:type="table" w:styleId="TableGrid">
    <w:name w:val="Table Grid"/>
    <w:basedOn w:val="TableNormal"/>
    <w:uiPriority w:val="99"/>
    <w:rsid w:val="004633F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8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1126</TotalTime>
  <Pages>2</Pages>
  <Words>676</Words>
  <Characters>3857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Klass21</cp:lastModifiedBy>
  <cp:revision>18</cp:revision>
  <dcterms:created xsi:type="dcterms:W3CDTF">2015-08-15T06:41:00Z</dcterms:created>
  <dcterms:modified xsi:type="dcterms:W3CDTF">2015-09-25T08:57:00Z</dcterms:modified>
</cp:coreProperties>
</file>